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6265C4" w:rsidP="006265C4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Mason - </w:t>
            </w:r>
            <w:r w:rsidR="003E6F8A">
              <w:rPr>
                <w:rFonts w:asciiTheme="majorHAnsi" w:hAnsiTheme="majorHAnsi" w:cs="Times New Roman"/>
                <w:sz w:val="20"/>
              </w:rPr>
              <w:t>Wahama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3E6F8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3E6F8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17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3E6F8A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27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3E6F8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17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3E6F8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63.0%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64.7%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82.4%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88.2%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52.9%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96" w:type="pct"/>
          </w:tcPr>
          <w:p w:rsidR="00CE3AB1" w:rsidRPr="006E7165" w:rsidRDefault="003E6F8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28" w:type="pct"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96" w:type="pct"/>
          </w:tcPr>
          <w:p w:rsidR="00CE3AB1" w:rsidRPr="006E7165" w:rsidRDefault="003E6F8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28" w:type="pct"/>
            <w:vAlign w:val="center"/>
          </w:tcPr>
          <w:p w:rsidR="00CE3AB1" w:rsidRPr="006E7165" w:rsidRDefault="003E6F8A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3E6F8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0.0%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3E6F8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100.0%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68.8%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68.8%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56.3%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56.3%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69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56.3%</w:t>
            </w:r>
          </w:p>
        </w:tc>
        <w:tc>
          <w:tcPr>
            <w:tcW w:w="528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69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528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0B6386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76.5%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1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74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6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0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6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2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93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6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93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93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0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6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2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93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214B57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214B57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66" w:type="pct"/>
            <w:vAlign w:val="center"/>
          </w:tcPr>
          <w:p w:rsidR="00214B57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26" w:type="pct"/>
            <w:vAlign w:val="center"/>
          </w:tcPr>
          <w:p w:rsidR="00214B57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78" w:type="pct"/>
            <w:vAlign w:val="center"/>
          </w:tcPr>
          <w:p w:rsidR="00214B57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93" w:type="pct"/>
            <w:vAlign w:val="center"/>
          </w:tcPr>
          <w:p w:rsidR="00214B57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6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01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66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78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93" w:type="pct"/>
            <w:vAlign w:val="center"/>
          </w:tcPr>
          <w:p w:rsidR="00EF19D8" w:rsidRPr="00B37E4B" w:rsidRDefault="003E6F8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03"/>
        <w:gridCol w:w="1098"/>
        <w:gridCol w:w="831"/>
        <w:gridCol w:w="831"/>
        <w:gridCol w:w="850"/>
        <w:gridCol w:w="1211"/>
        <w:gridCol w:w="1080"/>
        <w:gridCol w:w="1046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55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9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</w:tcPr>
          <w:p w:rsidR="00C549CB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34" w:type="pct"/>
          </w:tcPr>
          <w:p w:rsidR="00F0440E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F0440E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55" w:type="pct"/>
          </w:tcPr>
          <w:p w:rsidR="00F0440E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F0440E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F0440E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77" w:type="pct"/>
          </w:tcPr>
          <w:p w:rsidR="00F0440E" w:rsidRPr="00B37E4B" w:rsidRDefault="003E6F8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3E6F8A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23.5%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3E6F8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1143" w:type="dxa"/>
            <w:noWrap/>
          </w:tcPr>
          <w:p w:rsidR="00B37E4B" w:rsidRPr="00B37E4B" w:rsidRDefault="003E6F8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1063" w:type="dxa"/>
            <w:noWrap/>
          </w:tcPr>
          <w:p w:rsidR="00B37E4B" w:rsidRPr="00B37E4B" w:rsidRDefault="003E6F8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983" w:type="dxa"/>
            <w:noWrap/>
          </w:tcPr>
          <w:p w:rsidR="00B37E4B" w:rsidRPr="00B37E4B" w:rsidRDefault="003E6F8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1258" w:type="dxa"/>
          </w:tcPr>
          <w:p w:rsidR="00B37E4B" w:rsidRPr="00B37E4B" w:rsidRDefault="003E6F8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7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44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07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3E6F8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</w:tcPr>
          <w:p w:rsidR="006C05CF" w:rsidRPr="006E7165" w:rsidRDefault="003E6F8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7" w:type="pct"/>
          </w:tcPr>
          <w:p w:rsidR="006C05CF" w:rsidRPr="006E7165" w:rsidRDefault="003E6F8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3E6F8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544" w:type="pct"/>
          </w:tcPr>
          <w:p w:rsidR="006C05CF" w:rsidRPr="006E7165" w:rsidRDefault="003E6F8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07" w:type="pct"/>
          </w:tcPr>
          <w:p w:rsidR="006C05CF" w:rsidRPr="006E7165" w:rsidRDefault="003E6F8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7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4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44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607" w:type="pct"/>
          </w:tcPr>
          <w:p w:rsidR="00C549CB" w:rsidRPr="006E7165" w:rsidRDefault="003E6F8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E92B3E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E92B3E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AE4F40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AE4F40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58.8%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28" w:type="pct"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28" w:type="pct"/>
            <w:vAlign w:val="center"/>
          </w:tcPr>
          <w:p w:rsidR="00C549CB" w:rsidRPr="006E7165" w:rsidRDefault="003E6F8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E6F8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E6F8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64.7%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E6F8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E6F8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3E6F8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052" w:rsidRDefault="00830052" w:rsidP="0035328A">
      <w:pPr>
        <w:spacing w:after="0" w:line="240" w:lineRule="auto"/>
      </w:pPr>
      <w:r>
        <w:separator/>
      </w:r>
    </w:p>
  </w:endnote>
  <w:endnote w:type="continuationSeparator" w:id="0">
    <w:p w:rsidR="00830052" w:rsidRDefault="0083005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146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052" w:rsidRDefault="00830052" w:rsidP="0035328A">
      <w:pPr>
        <w:spacing w:after="0" w:line="240" w:lineRule="auto"/>
      </w:pPr>
      <w:r>
        <w:separator/>
      </w:r>
    </w:p>
  </w:footnote>
  <w:footnote w:type="continuationSeparator" w:id="0">
    <w:p w:rsidR="00830052" w:rsidRDefault="0083005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F8A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81463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3E6F8A"/>
    <w:rsid w:val="00403D8B"/>
    <w:rsid w:val="00411235"/>
    <w:rsid w:val="004149DB"/>
    <w:rsid w:val="004206F3"/>
    <w:rsid w:val="004362D5"/>
    <w:rsid w:val="00446976"/>
    <w:rsid w:val="00451039"/>
    <w:rsid w:val="00451FE2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265C4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30052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9F685C0-CEAF-4986-887B-2C06D8D3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C804E-3E89-4CEC-9CF5-D4EF25CD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1654</Words>
  <Characters>9946</Characters>
  <Application>Microsoft Office Word</Application>
  <DocSecurity>0</DocSecurity>
  <Lines>523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2018-11-01T06:43:00Z</dcterms:created>
  <dcterms:modified xsi:type="dcterms:W3CDTF">2018-11-01T06:43:00Z</dcterms:modified>
</cp:coreProperties>
</file>